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3C56DA66" w:rsidR="00A62B4C" w:rsidRDefault="00A62B4C" w:rsidP="00A62B4C">
      <w:pPr>
        <w:rPr>
          <w:rFonts w:ascii="Verdana" w:eastAsia="Verdana" w:hAnsi="Verdana" w:cs="Times New Roman"/>
        </w:rPr>
      </w:pPr>
    </w:p>
    <w:p w14:paraId="6B054FB9" w14:textId="674F96A4" w:rsidR="007D78D3" w:rsidRDefault="007D78D3" w:rsidP="00A62B4C">
      <w:pPr>
        <w:rPr>
          <w:rFonts w:ascii="Verdana" w:eastAsia="Verdana" w:hAnsi="Verdana" w:cs="Times New Roman"/>
        </w:rPr>
      </w:pPr>
    </w:p>
    <w:p w14:paraId="7353039E" w14:textId="77777777" w:rsidR="007D78D3" w:rsidRPr="00A62B4C" w:rsidRDefault="007D78D3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5741CA2F" w14:textId="7E3E16C3" w:rsidR="00F72FB0" w:rsidRDefault="00F72FB0" w:rsidP="00A62B4C">
      <w:pPr>
        <w:rPr>
          <w:rFonts w:eastAsia="Verdana" w:cs="Times New Roman"/>
          <w:szCs w:val="18"/>
        </w:rPr>
      </w:pPr>
    </w:p>
    <w:p w14:paraId="2EFC3EE9" w14:textId="5608C277" w:rsidR="007D78D3" w:rsidRDefault="007D78D3" w:rsidP="00A62B4C">
      <w:pPr>
        <w:rPr>
          <w:rFonts w:eastAsia="Verdana" w:cs="Times New Roman"/>
          <w:szCs w:val="18"/>
        </w:rPr>
      </w:pPr>
    </w:p>
    <w:p w14:paraId="29193F7A" w14:textId="77777777" w:rsidR="007D78D3" w:rsidRPr="00B67D39" w:rsidRDefault="007D78D3" w:rsidP="00A62B4C">
      <w:pPr>
        <w:rPr>
          <w:rFonts w:eastAsia="Verdana" w:cs="Times New Roman"/>
          <w:szCs w:val="18"/>
        </w:rPr>
      </w:pPr>
    </w:p>
    <w:p w14:paraId="28DC2734" w14:textId="26C1C9CA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7D78D3" w:rsidRPr="007C6BA5">
        <w:rPr>
          <w:rFonts w:cstheme="minorHAnsi"/>
          <w:noProof/>
          <w:szCs w:val="18"/>
          <w:lang w:eastAsia="pl-PL"/>
        </w:rPr>
        <w:t>POST/DYS/OW/GZ/00226/2026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7D78D3" w:rsidRPr="007C6BA5">
        <w:rPr>
          <w:rFonts w:cstheme="minorHAnsi"/>
          <w:noProof/>
          <w:szCs w:val="18"/>
          <w:lang w:eastAsia="pl-PL"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56DE4782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2C8A6E29" w:rsidR="000D6C8E" w:rsidRDefault="000B53B2" w:rsidP="0046629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466295">
        <w:rPr>
          <w:rFonts w:cstheme="minorHAnsi"/>
          <w:b/>
          <w:szCs w:val="18"/>
        </w:rPr>
        <w:t>Cena brutto</w:t>
      </w:r>
      <w:r w:rsidRPr="00466295">
        <w:rPr>
          <w:rFonts w:cstheme="minorHAnsi"/>
          <w:szCs w:val="18"/>
        </w:rPr>
        <w:t xml:space="preserve"> ................................. </w:t>
      </w:r>
      <w:r w:rsidRPr="00466295">
        <w:rPr>
          <w:rFonts w:cstheme="minorHAnsi"/>
          <w:b/>
          <w:szCs w:val="18"/>
        </w:rPr>
        <w:t>zł</w:t>
      </w:r>
      <w:r w:rsidRPr="00466295">
        <w:rPr>
          <w:rFonts w:cstheme="minorHAnsi"/>
          <w:szCs w:val="18"/>
        </w:rPr>
        <w:t xml:space="preserve"> (słownie ...........................................)</w:t>
      </w:r>
    </w:p>
    <w:p w14:paraId="55B0E11A" w14:textId="5F898D75" w:rsidR="007D78D3" w:rsidRDefault="007D78D3" w:rsidP="0046629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3B04BA24" w14:textId="77777777" w:rsidR="007D78D3" w:rsidRDefault="007D78D3" w:rsidP="00466295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68885666" w14:textId="1DD884B4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51676E15" w14:textId="77777777" w:rsidR="007D78D3" w:rsidRPr="00B67D39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07F6EC1B" w14:textId="77777777" w:rsidR="007D78D3" w:rsidRPr="00B67D39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539B65E4" w14:textId="24DAC4A5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466295">
        <w:rPr>
          <w:rFonts w:cstheme="minorHAnsi"/>
          <w:b/>
          <w:szCs w:val="18"/>
        </w:rPr>
        <w:t>Cena brutto</w:t>
      </w:r>
      <w:r w:rsidRPr="00466295">
        <w:rPr>
          <w:rFonts w:cstheme="minorHAnsi"/>
          <w:szCs w:val="18"/>
        </w:rPr>
        <w:t xml:space="preserve"> ................................. </w:t>
      </w:r>
      <w:r w:rsidRPr="00466295">
        <w:rPr>
          <w:rFonts w:cstheme="minorHAnsi"/>
          <w:b/>
          <w:szCs w:val="18"/>
        </w:rPr>
        <w:t>zł</w:t>
      </w:r>
      <w:r w:rsidRPr="00466295">
        <w:rPr>
          <w:rFonts w:cstheme="minorHAnsi"/>
          <w:szCs w:val="18"/>
        </w:rPr>
        <w:t xml:space="preserve"> (słownie ...........................................)</w:t>
      </w:r>
    </w:p>
    <w:p w14:paraId="77B6C2D5" w14:textId="5B9D14D1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3434735D" w14:textId="77777777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4FE65860" w14:textId="41FAD78B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52D92EF2" w14:textId="77777777" w:rsidR="007D78D3" w:rsidRPr="00B67D39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0EACC1C" w14:textId="77777777" w:rsidR="007D78D3" w:rsidRPr="00B67D39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614E704" w14:textId="4EDFA179" w:rsidR="007D78D3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466295">
        <w:rPr>
          <w:rFonts w:cstheme="minorHAnsi"/>
          <w:b/>
          <w:szCs w:val="18"/>
        </w:rPr>
        <w:t>Cena brutto</w:t>
      </w:r>
      <w:r w:rsidRPr="00466295">
        <w:rPr>
          <w:rFonts w:cstheme="minorHAnsi"/>
          <w:szCs w:val="18"/>
        </w:rPr>
        <w:t xml:space="preserve"> ................................. </w:t>
      </w:r>
      <w:r w:rsidRPr="00466295">
        <w:rPr>
          <w:rFonts w:cstheme="minorHAnsi"/>
          <w:b/>
          <w:szCs w:val="18"/>
        </w:rPr>
        <w:t>zł</w:t>
      </w:r>
      <w:r w:rsidRPr="00466295">
        <w:rPr>
          <w:rFonts w:cstheme="minorHAnsi"/>
          <w:szCs w:val="18"/>
        </w:rPr>
        <w:t xml:space="preserve"> (słownie ...........................................)</w:t>
      </w:r>
    </w:p>
    <w:p w14:paraId="74428E73" w14:textId="77777777" w:rsidR="007D78D3" w:rsidRPr="00466295" w:rsidRDefault="007D78D3" w:rsidP="007D78D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A80E2F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A80E2F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lastRenderedPageBreak/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5CE993F0" w:rsidR="00B67D39" w:rsidRPr="002902A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2902A9">
        <w:rPr>
          <w:rFonts w:cstheme="minorHAnsi"/>
          <w:szCs w:val="18"/>
          <w:lang w:eastAsia="pl-PL"/>
        </w:rPr>
        <w:t>Wadium o wartości</w:t>
      </w:r>
      <w:r w:rsidR="002902A9">
        <w:rPr>
          <w:rFonts w:cstheme="minorHAnsi"/>
          <w:szCs w:val="18"/>
          <w:lang w:eastAsia="pl-PL"/>
        </w:rPr>
        <w:t xml:space="preserve"> 2</w:t>
      </w:r>
      <w:r w:rsidR="007D78D3">
        <w:rPr>
          <w:rFonts w:cstheme="minorHAnsi"/>
          <w:szCs w:val="18"/>
          <w:lang w:eastAsia="pl-PL"/>
        </w:rPr>
        <w:t>0</w:t>
      </w:r>
      <w:r w:rsidR="002902A9">
        <w:rPr>
          <w:rFonts w:cstheme="minorHAnsi"/>
          <w:szCs w:val="18"/>
          <w:lang w:eastAsia="pl-PL"/>
        </w:rPr>
        <w:t xml:space="preserve"> 000,00 </w:t>
      </w:r>
      <w:r w:rsidRPr="002902A9">
        <w:rPr>
          <w:rFonts w:cstheme="minorHAnsi"/>
          <w:szCs w:val="18"/>
          <w:lang w:eastAsia="pl-PL"/>
        </w:rPr>
        <w:t>zł</w:t>
      </w:r>
      <w:r w:rsidR="007D78D3">
        <w:rPr>
          <w:rFonts w:cstheme="minorHAnsi"/>
          <w:szCs w:val="18"/>
          <w:lang w:eastAsia="pl-PL"/>
        </w:rPr>
        <w:t xml:space="preserve"> – dla zadania nr 2</w:t>
      </w:r>
      <w:r w:rsidR="002902A9">
        <w:rPr>
          <w:rFonts w:cstheme="minorHAnsi"/>
          <w:szCs w:val="18"/>
          <w:lang w:eastAsia="pl-PL"/>
        </w:rPr>
        <w:t>,</w:t>
      </w:r>
      <w:r w:rsidRPr="002902A9">
        <w:rPr>
          <w:rFonts w:cstheme="minorHAnsi"/>
          <w:szCs w:val="18"/>
          <w:lang w:eastAsia="pl-PL"/>
        </w:rPr>
        <w:t xml:space="preserve">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3020100" w:rsidR="00B67D39" w:rsidRPr="00D9767E" w:rsidRDefault="005C6E5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  <w:lang w:eastAsia="pl-PL"/>
        </w:rPr>
        <w:t>14.1</w:t>
      </w:r>
      <w:r w:rsidR="00B67D39" w:rsidRPr="00D9767E">
        <w:rPr>
          <w:rFonts w:cstheme="minorHAnsi"/>
          <w:szCs w:val="18"/>
          <w:lang w:eastAsia="pl-PL"/>
        </w:rPr>
        <w:tab/>
      </w:r>
      <w:r w:rsidR="00B67D39"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6C2CD459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</w:t>
      </w:r>
      <w:r w:rsidR="005C6E59">
        <w:rPr>
          <w:rFonts w:cstheme="minorHAnsi"/>
          <w:szCs w:val="18"/>
        </w:rPr>
        <w:t>4</w:t>
      </w:r>
      <w:bookmarkStart w:id="6" w:name="_GoBack"/>
      <w:bookmarkEnd w:id="6"/>
      <w:r w:rsidRPr="00D9767E">
        <w:rPr>
          <w:rFonts w:cstheme="minorHAnsi"/>
          <w:szCs w:val="18"/>
        </w:rPr>
        <w:t>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A80E2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A80E2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1B7F3631" w14:textId="0912B28A" w:rsidR="00381365" w:rsidRPr="00D9767E" w:rsidRDefault="00381365" w:rsidP="00381365">
      <w:pPr>
        <w:rPr>
          <w:rFonts w:cstheme="minorHAnsi"/>
        </w:rPr>
      </w:pPr>
    </w:p>
    <w:p w14:paraId="4BB21D18" w14:textId="69A4F165" w:rsidR="00381365" w:rsidRDefault="00381365" w:rsidP="00381365">
      <w:pPr>
        <w:rPr>
          <w:rFonts w:cstheme="minorHAnsi"/>
        </w:rPr>
      </w:pPr>
    </w:p>
    <w:p w14:paraId="77CD8EB3" w14:textId="6FD3F0D8" w:rsidR="00466295" w:rsidRDefault="00466295" w:rsidP="00381365">
      <w:pPr>
        <w:rPr>
          <w:rFonts w:cstheme="minorHAnsi"/>
        </w:rPr>
      </w:pPr>
    </w:p>
    <w:p w14:paraId="523A8619" w14:textId="371E578B" w:rsidR="00466295" w:rsidRDefault="00466295" w:rsidP="00381365">
      <w:pPr>
        <w:rPr>
          <w:rFonts w:cstheme="minorHAnsi"/>
        </w:rPr>
      </w:pPr>
    </w:p>
    <w:p w14:paraId="7FE591A8" w14:textId="05E21C02" w:rsidR="00466295" w:rsidRDefault="00466295" w:rsidP="00381365">
      <w:pPr>
        <w:rPr>
          <w:rFonts w:cstheme="minorHAnsi"/>
        </w:rPr>
      </w:pPr>
    </w:p>
    <w:p w14:paraId="4E593172" w14:textId="77777777" w:rsidR="00466295" w:rsidRPr="00D9767E" w:rsidRDefault="0046629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C76DA1D" w14:textId="47A08CBC" w:rsidR="00F72FB0" w:rsidRDefault="00381365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543EBB9" w14:textId="4CD7FECF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557184E" w14:textId="1455A48A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495F8D5" w14:textId="29A028DB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04C2670" w14:textId="10FB91A8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0F8A23" w14:textId="09F6B4D4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883D752" w14:textId="74BF0A11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FF21C65" w14:textId="1207F259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5E8FA1A" w14:textId="0D2187C3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2064D" w14:textId="50A1BCA3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7CE98AC" w14:textId="555C7D5C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8421793" w14:textId="746EFA67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892ED0" w14:textId="19753456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06581B0" w14:textId="71579ABC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8D820AC" w14:textId="606A888D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2058587" w14:textId="66EA7C28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CA9FCCC" w14:textId="5763ECA0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F799642" w14:textId="374DFFAF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656A64E" w14:textId="16B9BD6C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EA48437" w14:textId="5C0E2E44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711BE5F" w14:textId="114E010A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88AA503" w14:textId="78E4C5E1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B883442" w14:textId="03019899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F47D250" w14:textId="015D852E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BCAE8E2" w14:textId="6430552B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D402C76" w14:textId="7D0EE354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F340BD8" w14:textId="57786870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14B782A" w14:textId="68D1A9BD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69ABCC" w14:textId="06FDB4EB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125909" w14:textId="2F5940A2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E1162B8" w14:textId="4CBEC92D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38A3AB" w14:textId="5C8FC1D5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20BF70D" w14:textId="623C01B8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1AE7CE" w14:textId="55AB05CA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D0A0521" w14:textId="3830FD0E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A68C825" w14:textId="7F1284A1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477069C" w14:textId="2D214F5D" w:rsidR="007D78D3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E7E58" w14:textId="77777777" w:rsidR="007D78D3" w:rsidRPr="00466295" w:rsidRDefault="007D78D3" w:rsidP="0046629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1AF1EA73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7D78D3" w:rsidRPr="007C6BA5">
        <w:rPr>
          <w:rFonts w:cstheme="minorHAnsi"/>
          <w:b/>
          <w:i/>
          <w:noProof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7D78D3" w:rsidRPr="007C6BA5">
        <w:rPr>
          <w:rFonts w:cstheme="minorHAnsi"/>
          <w:b/>
          <w:noProof/>
        </w:rPr>
        <w:t>POST/DYS/OW/GZ/00226/2026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574F5AEC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1A5FF9FC" w14:textId="7607D95F" w:rsidR="002902A9" w:rsidRDefault="002902A9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62B1949" w14:textId="6D509CAE" w:rsidR="002902A9" w:rsidRDefault="002902A9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897AC3B" w14:textId="77777777" w:rsidR="00466295" w:rsidRPr="00F72FB0" w:rsidRDefault="00466295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0D828A70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D78D3" w:rsidRPr="007C6BA5">
        <w:rPr>
          <w:rFonts w:cstheme="minorHAnsi"/>
          <w:noProof/>
          <w:lang w:eastAsia="pl-PL"/>
        </w:rPr>
        <w:t>POST/DYS/OW/GZ/00226/2026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D78D3" w:rsidRPr="007C6BA5">
        <w:rPr>
          <w:rFonts w:cstheme="minorHAnsi"/>
          <w:noProof/>
          <w:lang w:eastAsia="pl-PL"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1460C50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037FBA63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561E14B2" w14:textId="77777777" w:rsidR="002902A9" w:rsidRDefault="002902A9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341091C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D78D3" w:rsidRPr="007C6BA5">
        <w:rPr>
          <w:rFonts w:cstheme="minorHAnsi"/>
          <w:noProof/>
          <w:lang w:eastAsia="pl-PL"/>
        </w:rPr>
        <w:t>POST/DYS/OW/GZ/00226/2026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7D78D3" w:rsidRPr="007C6BA5">
        <w:rPr>
          <w:rFonts w:cstheme="minorHAnsi"/>
          <w:noProof/>
          <w:lang w:eastAsia="pl-PL"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2560B572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0A1D8AF1" w14:textId="377DEDF6" w:rsidR="007D78D3" w:rsidRDefault="007D78D3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51ED3F3" w14:textId="0316E0ED" w:rsidR="007D78D3" w:rsidRDefault="007D78D3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FBF9195" w14:textId="77777777" w:rsidR="007D78D3" w:rsidRDefault="007D78D3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0AF7AC5" w14:textId="56078C08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93F8DA" w14:textId="77777777" w:rsidR="007D78D3" w:rsidRDefault="007D78D3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0C3C329A" w14:textId="5AEE400C" w:rsidR="002902A9" w:rsidRDefault="002902A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011BF69D" w14:textId="77777777" w:rsidR="00466295" w:rsidRDefault="00466295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4027751B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7D78D3" w:rsidRPr="007C6BA5">
        <w:rPr>
          <w:rFonts w:cstheme="minorHAnsi"/>
          <w:b/>
          <w:noProof/>
          <w:sz w:val="20"/>
        </w:rPr>
        <w:t>POST/DYS/OW/GZ/00226/2026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7D78D3" w:rsidRPr="007C6BA5">
        <w:rPr>
          <w:rFonts w:eastAsia="Calibri" w:cstheme="minorHAnsi"/>
          <w:b/>
          <w:i/>
          <w:noProof/>
          <w:sz w:val="20"/>
          <w:lang w:eastAsia="pl-PL"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3B664B7C" w:rsidR="000A3099" w:rsidRDefault="000A3099" w:rsidP="000A3099">
      <w:pPr>
        <w:rPr>
          <w:rFonts w:cstheme="minorHAnsi"/>
        </w:rPr>
      </w:pPr>
    </w:p>
    <w:p w14:paraId="5E6AA199" w14:textId="6ED49BB7" w:rsidR="007D78D3" w:rsidRDefault="007D78D3" w:rsidP="000A3099">
      <w:pPr>
        <w:rPr>
          <w:rFonts w:cstheme="minorHAnsi"/>
        </w:rPr>
      </w:pPr>
    </w:p>
    <w:p w14:paraId="6D66A2A7" w14:textId="7A2972CE" w:rsidR="007D78D3" w:rsidRDefault="007D78D3" w:rsidP="000A3099">
      <w:pPr>
        <w:rPr>
          <w:rFonts w:cstheme="minorHAnsi"/>
        </w:rPr>
      </w:pPr>
    </w:p>
    <w:p w14:paraId="23264CDD" w14:textId="77777777" w:rsidR="007D78D3" w:rsidRDefault="007D78D3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367DB42D" w14:textId="54198550" w:rsidR="00466295" w:rsidRDefault="000A3099" w:rsidP="007D78D3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0E1CFD0D" w14:textId="77777777" w:rsidR="00466295" w:rsidRDefault="00466295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1341E891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7D78D3" w:rsidRPr="007C6BA5">
        <w:rPr>
          <w:rFonts w:cstheme="minorHAnsi"/>
          <w:noProof/>
          <w:lang w:eastAsia="pl-PL"/>
        </w:rPr>
        <w:t>POST/DYS/OW/GZ/00226/2026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7D78D3" w:rsidRPr="007C6BA5">
        <w:rPr>
          <w:rFonts w:cstheme="minorHAnsi"/>
          <w:noProof/>
        </w:rPr>
        <w:t>Roboty budowlane w celu przyłączenia do sieci elektroenergetycznej Kontrahentów w podziale na 3 zadania w miejscowościach Ręczaje Polskie, Mińsk Mazowiecki ul. Piłsudskiego, Wojciechówka (P4_2025 RE Mińsk Mazowiecki)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5FBE5A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E2F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EF26D5E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D78D3" w:rsidRPr="007C6BA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POST/DYS/OW/GZ/00226/2026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C92086E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D78D3" w:rsidRPr="007C6BA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POST/DYS/OW/GZ/00226/2026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902A9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295"/>
    <w:rsid w:val="00466493"/>
    <w:rsid w:val="00466AE9"/>
    <w:rsid w:val="00470AFF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C6E59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7D78D3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0E2F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POST/DYS/OW/GZ/00226/2026                         </dmsv2SWPP2ObjectNumber>
    <dmsv2SWPP2SumMD5 xmlns="http://schemas.microsoft.com/sharepoint/v3">bb4caad11276d213b9c3c18a36e0a1fa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704468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24191191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00000001000700050000000f00000004</dmsv2SWPP2ObjectDepartment>
    <dmsv2SWPP2ObjectName xmlns="http://schemas.microsoft.com/sharepoint/v3">Postępowanie</dmsv2SWPP2ObjectName>
    <_dlc_DocId xmlns="a19cb1c7-c5c7-46d4-85ae-d83685407bba">JEUP5JKVCYQC-1398355148-12418</_dlc_DocId>
    <_dlc_DocIdUrl xmlns="a19cb1c7-c5c7-46d4-85ae-d83685407bba">
      <Url>https://swpp2.dms.gkpge.pl/sites/41/_layouts/15/DocIdRedir.aspx?ID=JEUP5JKVCYQC-1398355148-12418</Url>
      <Description>JEUP5JKVCYQC-1398355148-12418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168AFAB-A2D0-425C-9A30-0699D1F0764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BF2B22-F086-45B2-A05E-697D86F7DE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1AA602-70E7-445F-A791-B835A3C9B0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11</Pages>
  <Words>3345</Words>
  <Characters>20071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2026-01-27T07:12:00Z</dcterms:created>
  <dcterms:modified xsi:type="dcterms:W3CDTF">2026-01-27T07:12:00Z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b298fe60-f11f-4f5b-8b6c-79a996e03728</vt:lpwstr>
  </property>
</Properties>
</file>